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53E87FD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0074E4">
        <w:rPr>
          <w:rFonts w:ascii="Corbel" w:hAnsi="Corbel"/>
          <w:smallCaps/>
          <w:sz w:val="24"/>
          <w:szCs w:val="24"/>
        </w:rPr>
        <w:t>20</w:t>
      </w:r>
      <w:r w:rsidR="000074E4" w:rsidRPr="000074E4">
        <w:rPr>
          <w:rFonts w:ascii="Corbel" w:hAnsi="Corbel"/>
          <w:smallCaps/>
          <w:sz w:val="24"/>
          <w:szCs w:val="24"/>
        </w:rPr>
        <w:t>2</w:t>
      </w:r>
      <w:r w:rsidR="00617AAC">
        <w:rPr>
          <w:rFonts w:ascii="Corbel" w:hAnsi="Corbel"/>
          <w:smallCaps/>
          <w:sz w:val="24"/>
          <w:szCs w:val="24"/>
        </w:rPr>
        <w:t>1</w:t>
      </w:r>
      <w:r w:rsidR="00E17E08" w:rsidRPr="000074E4">
        <w:rPr>
          <w:rFonts w:ascii="Corbel" w:hAnsi="Corbel"/>
          <w:smallCaps/>
          <w:sz w:val="24"/>
          <w:szCs w:val="24"/>
        </w:rPr>
        <w:t>-202</w:t>
      </w:r>
      <w:r w:rsidR="00617AAC">
        <w:rPr>
          <w:rFonts w:ascii="Corbel" w:hAnsi="Corbel"/>
          <w:smallCaps/>
          <w:sz w:val="24"/>
          <w:szCs w:val="24"/>
        </w:rPr>
        <w:t>4</w:t>
      </w:r>
    </w:p>
    <w:p w14:paraId="2A94F79A" w14:textId="67D85728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617AAC">
        <w:rPr>
          <w:rFonts w:ascii="Corbel" w:hAnsi="Corbel"/>
          <w:sz w:val="20"/>
          <w:szCs w:val="20"/>
        </w:rPr>
        <w:t>3</w:t>
      </w:r>
      <w:r w:rsidRPr="000074E4">
        <w:rPr>
          <w:rFonts w:ascii="Corbel" w:hAnsi="Corbel"/>
          <w:sz w:val="20"/>
          <w:szCs w:val="20"/>
        </w:rPr>
        <w:t>/202</w:t>
      </w:r>
      <w:r w:rsidR="00617AA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77777777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E/I/EP/C-1.12a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34969C92" w:rsidR="00644962" w:rsidRPr="00E7691D" w:rsidRDefault="00E7691D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9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94C05B" w:rsidR="00015B8F" w:rsidRPr="000074E4" w:rsidRDefault="00E769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51D3C9A" w:rsidR="00015B8F" w:rsidRPr="000074E4" w:rsidRDefault="00E7691D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</w:t>
      </w:r>
      <w:proofErr w:type="spellStart"/>
      <w:r w:rsidRPr="000074E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0074E4" w:rsidRDefault="005A5D72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27DFD4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37836DF8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80A3EEB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77777777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egzamin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6DA9C70" w:rsidR="0085747A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46B6A5A8" w:rsidR="00C61DC5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0074E4" w:rsidRDefault="00F11C7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wyd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5FB34" w14:textId="77777777" w:rsidR="002A0E18" w:rsidRDefault="002A0E18" w:rsidP="00C16ABF">
      <w:pPr>
        <w:spacing w:after="0" w:line="240" w:lineRule="auto"/>
      </w:pPr>
      <w:r>
        <w:separator/>
      </w:r>
    </w:p>
  </w:endnote>
  <w:endnote w:type="continuationSeparator" w:id="0">
    <w:p w14:paraId="2ED6E314" w14:textId="77777777" w:rsidR="002A0E18" w:rsidRDefault="002A0E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8B4CF" w14:textId="77777777" w:rsidR="002A0E18" w:rsidRDefault="002A0E18" w:rsidP="00C16ABF">
      <w:pPr>
        <w:spacing w:after="0" w:line="240" w:lineRule="auto"/>
      </w:pPr>
      <w:r>
        <w:separator/>
      </w:r>
    </w:p>
  </w:footnote>
  <w:footnote w:type="continuationSeparator" w:id="0">
    <w:p w14:paraId="2637680C" w14:textId="77777777" w:rsidR="002A0E18" w:rsidRDefault="002A0E1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76F4B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0E18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3899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17AAC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64FC7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691D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A3E645-173D-4994-B8CE-00FB181E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3433E5-3FAD-4727-8CE2-998236F3B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1069</Words>
  <Characters>6419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17</cp:revision>
  <cp:lastPrinted>2017-04-27T18:28:00Z</cp:lastPrinted>
  <dcterms:created xsi:type="dcterms:W3CDTF">2020-12-03T06:44:00Z</dcterms:created>
  <dcterms:modified xsi:type="dcterms:W3CDTF">2021-09-03T09:43:00Z</dcterms:modified>
</cp:coreProperties>
</file>